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CF703F5" w14:textId="77777777" w:rsidR="00A43F98" w:rsidRPr="00A43F98" w:rsidRDefault="00AA39D6" w:rsidP="00A43F98">
      <w:pPr>
        <w:spacing w:after="240"/>
        <w:jc w:val="center"/>
        <w:rPr>
          <w:b/>
          <w:bCs/>
        </w:rPr>
      </w:pPr>
      <w:r w:rsidRPr="00127DB9">
        <w:rPr>
          <w:b/>
          <w:bCs/>
          <w:sz w:val="22"/>
          <w:szCs w:val="22"/>
        </w:rPr>
        <w:t>”</w:t>
      </w:r>
      <w:r w:rsidR="00127DB9" w:rsidRPr="00127DB9">
        <w:rPr>
          <w:b/>
          <w:bCs/>
        </w:rPr>
        <w:t xml:space="preserve"> </w:t>
      </w:r>
      <w:r w:rsidR="00A43F98" w:rsidRPr="00A43F98">
        <w:rPr>
          <w:b/>
          <w:bCs/>
        </w:rPr>
        <w:t xml:space="preserve">Opracowanie kompletnej dokumentacji projektowo-kosztorysowej </w:t>
      </w:r>
    </w:p>
    <w:p w14:paraId="3F8E83CD" w14:textId="4B040BA6" w:rsidR="002E612D" w:rsidRPr="00127DB9" w:rsidRDefault="00A43F98" w:rsidP="00A43F98">
      <w:pPr>
        <w:spacing w:after="240"/>
        <w:jc w:val="center"/>
        <w:rPr>
          <w:b/>
          <w:bCs/>
          <w:sz w:val="22"/>
          <w:szCs w:val="22"/>
        </w:rPr>
      </w:pPr>
      <w:r w:rsidRPr="00A43F98">
        <w:rPr>
          <w:b/>
          <w:bCs/>
        </w:rPr>
        <w:t>na budowę i przebudowę dróg w gminie Brześć Kujawski</w:t>
      </w:r>
      <w:r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2A4AB58D" w14:textId="77777777" w:rsidR="00A43F98" w:rsidRDefault="00A43F98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58074764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7BDF042B" w14:textId="48BA1183" w:rsidR="00A43F98" w:rsidRPr="00525EFF" w:rsidRDefault="00A43F98" w:rsidP="003B769C">
      <w:pPr>
        <w:spacing w:after="120" w:line="276" w:lineRule="auto"/>
        <w:jc w:val="both"/>
        <w:rPr>
          <w:sz w:val="22"/>
          <w:szCs w:val="22"/>
        </w:rPr>
      </w:pPr>
      <w:r w:rsidRPr="00A43F98">
        <w:rPr>
          <w:sz w:val="22"/>
          <w:szCs w:val="22"/>
        </w:rPr>
        <w:t>__________________________________________________________________________________</w:t>
      </w:r>
    </w:p>
    <w:p w14:paraId="6E6625ED" w14:textId="77777777" w:rsidR="00A43F98" w:rsidRDefault="00A43F98" w:rsidP="00AE2ACB">
      <w:pPr>
        <w:spacing w:before="120" w:after="120" w:line="276" w:lineRule="auto"/>
        <w:jc w:val="both"/>
        <w:rPr>
          <w:sz w:val="22"/>
          <w:szCs w:val="22"/>
        </w:rPr>
      </w:pPr>
    </w:p>
    <w:p w14:paraId="383B3439" w14:textId="253E9EFD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6F9A924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0F40B17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29E44748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568E8D41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3A8E4F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FFA1C0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93DA61B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74E54ED0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D0A1005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DDF4B13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89DB053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2313FDE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ACF2F92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196249B" w14:textId="77777777" w:rsidR="00A43F98" w:rsidRP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D9AD5C1" w14:textId="04DEBA3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6DCBF4BA" w:rsidR="00C039FD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A43F98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039FD" w:rsidRPr="00A43F98">
              <w:rPr>
                <w:b/>
                <w:sz w:val="22"/>
                <w:szCs w:val="22"/>
              </w:rPr>
              <w:t xml:space="preserve">Temat: </w:t>
            </w:r>
            <w:r w:rsidRPr="00A43F98">
              <w:rPr>
                <w:b/>
                <w:sz w:val="22"/>
                <w:szCs w:val="22"/>
              </w:rPr>
              <w:t xml:space="preserve">Opracowanie kompletnej dokumentacji projektowo-kosztorysowej na budowę </w:t>
            </w:r>
            <w:r w:rsidRPr="00A43F98">
              <w:rPr>
                <w:b/>
                <w:sz w:val="22"/>
                <w:szCs w:val="22"/>
              </w:rPr>
              <w:br/>
              <w:t>i przebudowę dróg w gminie Brześć Kujawski</w:t>
            </w:r>
            <w:r>
              <w:rPr>
                <w:b/>
                <w:sz w:val="22"/>
                <w:szCs w:val="22"/>
              </w:rPr>
              <w:t xml:space="preserve"> – część 1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A43F98" w:rsidRPr="007F3E87" w14:paraId="6C1CDAB2" w14:textId="77777777" w:rsidTr="00C039FD">
        <w:tc>
          <w:tcPr>
            <w:tcW w:w="8675" w:type="dxa"/>
          </w:tcPr>
          <w:p w14:paraId="621BA3A7" w14:textId="06665064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A43F98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3F98">
              <w:rPr>
                <w:b/>
                <w:sz w:val="22"/>
                <w:szCs w:val="22"/>
              </w:rPr>
              <w:t xml:space="preserve">Temat: Opracowanie kompletnej dokumentacji projektowo-kosztorysowej na budowę </w:t>
            </w:r>
            <w:r w:rsidRPr="00A43F98">
              <w:rPr>
                <w:b/>
                <w:sz w:val="22"/>
                <w:szCs w:val="22"/>
              </w:rPr>
              <w:br/>
              <w:t>i przebudowę dróg w gminie Brześć Kujawski</w:t>
            </w:r>
            <w:r>
              <w:rPr>
                <w:b/>
                <w:sz w:val="22"/>
                <w:szCs w:val="22"/>
              </w:rPr>
              <w:t xml:space="preserve"> – część 2</w:t>
            </w:r>
          </w:p>
          <w:p w14:paraId="596216AE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30D0953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462B6F26" w14:textId="77777777" w:rsidR="00A43F98" w:rsidRPr="007F3E87" w:rsidRDefault="00A43F98" w:rsidP="00A43F98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27867400" w14:textId="0B53CEEA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Pr="00D63B6F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lastRenderedPageBreak/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315D196" w14:textId="0931AB07" w:rsidR="00D63B6F" w:rsidRDefault="00D63B6F" w:rsidP="00D63B6F">
      <w:pPr>
        <w:pStyle w:val="Akapitzlist"/>
        <w:numPr>
          <w:ilvl w:val="0"/>
          <w:numId w:val="3"/>
        </w:numPr>
      </w:pPr>
      <w:r w:rsidRPr="00D63B6F">
        <w:t>udzielamy gwarancji na okres .......... miesięcy licząc od daty odbioru końcowego;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23F91DD" w14:textId="256B17B4" w:rsidR="007D475B" w:rsidRPr="00A43F98" w:rsidRDefault="00C90009" w:rsidP="00A43F9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BB4D2D2" w14:textId="2071E4FB" w:rsidR="00AF4AC3" w:rsidRPr="00A43F98" w:rsidRDefault="00EC608F" w:rsidP="00A43F98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AFB58" w14:textId="77777777" w:rsidR="00A6486C" w:rsidRDefault="00A6486C" w:rsidP="00FF57EE">
      <w:r>
        <w:separator/>
      </w:r>
    </w:p>
  </w:endnote>
  <w:endnote w:type="continuationSeparator" w:id="0">
    <w:p w14:paraId="0E608D40" w14:textId="77777777" w:rsidR="00A6486C" w:rsidRDefault="00A6486C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538C3" w14:textId="77777777" w:rsidR="00AB340F" w:rsidRDefault="00AB34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B7C0" w14:textId="77777777" w:rsidR="00AB340F" w:rsidRDefault="00AB34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A1424" w14:textId="77777777" w:rsidR="00AB340F" w:rsidRDefault="00AB3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41530" w14:textId="77777777" w:rsidR="00A6486C" w:rsidRDefault="00A6486C" w:rsidP="00FF57EE">
      <w:r>
        <w:separator/>
      </w:r>
    </w:p>
  </w:footnote>
  <w:footnote w:type="continuationSeparator" w:id="0">
    <w:p w14:paraId="57B32964" w14:textId="77777777" w:rsidR="00A6486C" w:rsidRDefault="00A6486C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ACFEB" w14:textId="77777777" w:rsidR="00AB340F" w:rsidRDefault="00AB3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4A48C144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AB340F">
      <w:rPr>
        <w:sz w:val="20"/>
        <w:szCs w:val="20"/>
      </w:rPr>
      <w:t>32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E8B9" w14:textId="77777777" w:rsidR="00AB340F" w:rsidRDefault="00AB34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320C"/>
    <w:multiLevelType w:val="hybridMultilevel"/>
    <w:tmpl w:val="E5220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77884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04F05"/>
    <w:rsid w:val="00075478"/>
    <w:rsid w:val="0008550C"/>
    <w:rsid w:val="001063D3"/>
    <w:rsid w:val="00111554"/>
    <w:rsid w:val="00112374"/>
    <w:rsid w:val="00115741"/>
    <w:rsid w:val="00127DB9"/>
    <w:rsid w:val="001C7D84"/>
    <w:rsid w:val="001E6AA2"/>
    <w:rsid w:val="002162BB"/>
    <w:rsid w:val="002214DB"/>
    <w:rsid w:val="0022685B"/>
    <w:rsid w:val="002631F7"/>
    <w:rsid w:val="00267D1F"/>
    <w:rsid w:val="002715F4"/>
    <w:rsid w:val="00281EDE"/>
    <w:rsid w:val="00296771"/>
    <w:rsid w:val="00297F71"/>
    <w:rsid w:val="002E612D"/>
    <w:rsid w:val="003317EC"/>
    <w:rsid w:val="003A1B57"/>
    <w:rsid w:val="003B5AC8"/>
    <w:rsid w:val="003B769C"/>
    <w:rsid w:val="003C0F5E"/>
    <w:rsid w:val="003E106F"/>
    <w:rsid w:val="00484A7D"/>
    <w:rsid w:val="004D5A42"/>
    <w:rsid w:val="00520500"/>
    <w:rsid w:val="00525EFF"/>
    <w:rsid w:val="005564F9"/>
    <w:rsid w:val="005844F6"/>
    <w:rsid w:val="005F6F5F"/>
    <w:rsid w:val="00606EEE"/>
    <w:rsid w:val="00621D30"/>
    <w:rsid w:val="006B63D6"/>
    <w:rsid w:val="006C250A"/>
    <w:rsid w:val="006C641D"/>
    <w:rsid w:val="006D09E0"/>
    <w:rsid w:val="00722959"/>
    <w:rsid w:val="00736CA8"/>
    <w:rsid w:val="00783E4A"/>
    <w:rsid w:val="007D475B"/>
    <w:rsid w:val="007E331F"/>
    <w:rsid w:val="007F3E87"/>
    <w:rsid w:val="00826C28"/>
    <w:rsid w:val="00830EC7"/>
    <w:rsid w:val="00874460"/>
    <w:rsid w:val="00883EF9"/>
    <w:rsid w:val="00896F5E"/>
    <w:rsid w:val="0091080E"/>
    <w:rsid w:val="009312B4"/>
    <w:rsid w:val="00951FB8"/>
    <w:rsid w:val="0097776D"/>
    <w:rsid w:val="00983D1D"/>
    <w:rsid w:val="009D75A8"/>
    <w:rsid w:val="00A15974"/>
    <w:rsid w:val="00A23973"/>
    <w:rsid w:val="00A43F98"/>
    <w:rsid w:val="00A50E18"/>
    <w:rsid w:val="00A6486C"/>
    <w:rsid w:val="00AA39D6"/>
    <w:rsid w:val="00AB340F"/>
    <w:rsid w:val="00AE2ACB"/>
    <w:rsid w:val="00AF4AC3"/>
    <w:rsid w:val="00B26387"/>
    <w:rsid w:val="00B47637"/>
    <w:rsid w:val="00B72B31"/>
    <w:rsid w:val="00B9086B"/>
    <w:rsid w:val="00BC32F9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63B6F"/>
    <w:rsid w:val="00D837BA"/>
    <w:rsid w:val="00DC336F"/>
    <w:rsid w:val="00DD0902"/>
    <w:rsid w:val="00DE3D8A"/>
    <w:rsid w:val="00E14087"/>
    <w:rsid w:val="00E1735C"/>
    <w:rsid w:val="00E437EB"/>
    <w:rsid w:val="00E67F10"/>
    <w:rsid w:val="00E9614A"/>
    <w:rsid w:val="00EC608F"/>
    <w:rsid w:val="00ED4602"/>
    <w:rsid w:val="00EF222E"/>
    <w:rsid w:val="00F134D5"/>
    <w:rsid w:val="00F31EAC"/>
    <w:rsid w:val="00F609FC"/>
    <w:rsid w:val="00FA6D5F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47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23</cp:revision>
  <dcterms:created xsi:type="dcterms:W3CDTF">2023-06-02T07:52:00Z</dcterms:created>
  <dcterms:modified xsi:type="dcterms:W3CDTF">2025-09-18T08:21:00Z</dcterms:modified>
</cp:coreProperties>
</file>